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62" w:rsidRPr="005323EE" w:rsidRDefault="00697662" w:rsidP="005323EE">
      <w:pPr>
        <w:tabs>
          <w:tab w:val="left" w:pos="920"/>
          <w:tab w:val="center" w:pos="4820"/>
        </w:tabs>
        <w:suppressAutoHyphens/>
        <w:jc w:val="center"/>
        <w:outlineLvl w:val="0"/>
        <w:rPr>
          <w:rFonts w:ascii="Arial" w:hAnsi="Arial" w:cs="Arial"/>
          <w:kern w:val="1"/>
          <w:lang w:eastAsia="ar-SA"/>
        </w:rPr>
      </w:pPr>
      <w:bookmarkStart w:id="0" w:name="_GoBack"/>
      <w:bookmarkEnd w:id="0"/>
    </w:p>
    <w:p w:rsidR="00697662" w:rsidRPr="005323EE" w:rsidRDefault="00697662" w:rsidP="007F2CCE">
      <w:pPr>
        <w:suppressAutoHyphens/>
        <w:jc w:val="center"/>
        <w:rPr>
          <w:color w:val="FFFFFF"/>
          <w:kern w:val="1"/>
          <w:lang w:eastAsia="ar-SA"/>
        </w:rPr>
      </w:pPr>
      <w:r>
        <w:rPr>
          <w:color w:val="FFFFFF"/>
          <w:kern w:val="1"/>
          <w:lang w:eastAsia="ar-SA"/>
        </w:rPr>
        <w:t>Приложение №</w:t>
      </w:r>
    </w:p>
    <w:p w:rsidR="00697662" w:rsidRPr="005323EE" w:rsidRDefault="00697662" w:rsidP="005323EE">
      <w:pPr>
        <w:suppressAutoHyphens/>
        <w:jc w:val="center"/>
        <w:rPr>
          <w:b/>
          <w:bCs/>
          <w:kern w:val="1"/>
          <w:sz w:val="28"/>
          <w:szCs w:val="28"/>
          <w:lang w:eastAsia="ar-SA"/>
        </w:rPr>
      </w:pPr>
      <w:r w:rsidRPr="005323EE">
        <w:rPr>
          <w:b/>
          <w:bCs/>
          <w:kern w:val="1"/>
          <w:sz w:val="28"/>
          <w:szCs w:val="28"/>
          <w:lang w:eastAsia="ar-SA"/>
        </w:rPr>
        <w:t>АДМИНИСТРАЦИЯ  НАДЕЖНЕНСКОГО СЕЛЬСКОГО</w:t>
      </w:r>
    </w:p>
    <w:p w:rsidR="00697662" w:rsidRPr="005323EE" w:rsidRDefault="00697662" w:rsidP="005323EE">
      <w:pPr>
        <w:suppressAutoHyphens/>
        <w:jc w:val="center"/>
        <w:rPr>
          <w:b/>
          <w:bCs/>
          <w:kern w:val="1"/>
          <w:sz w:val="28"/>
          <w:szCs w:val="28"/>
          <w:lang w:eastAsia="ar-SA"/>
        </w:rPr>
      </w:pPr>
      <w:r w:rsidRPr="005323EE">
        <w:rPr>
          <w:b/>
          <w:bCs/>
          <w:kern w:val="1"/>
          <w:sz w:val="28"/>
          <w:szCs w:val="28"/>
          <w:lang w:eastAsia="ar-SA"/>
        </w:rPr>
        <w:t xml:space="preserve">ПОСЕЛЕНИЯ ОТРАДНЕНСКОГО РАЙОНА </w:t>
      </w:r>
    </w:p>
    <w:p w:rsidR="00697662" w:rsidRPr="005323EE" w:rsidRDefault="00697662" w:rsidP="005323EE">
      <w:pPr>
        <w:suppressAutoHyphens/>
        <w:jc w:val="center"/>
        <w:rPr>
          <w:b/>
          <w:bCs/>
          <w:kern w:val="1"/>
          <w:sz w:val="8"/>
          <w:szCs w:val="8"/>
          <w:lang w:eastAsia="ar-SA"/>
        </w:rPr>
      </w:pPr>
    </w:p>
    <w:p w:rsidR="00697662" w:rsidRPr="005323EE" w:rsidRDefault="00697662" w:rsidP="005323EE">
      <w:pPr>
        <w:suppressAutoHyphens/>
        <w:spacing w:line="360" w:lineRule="auto"/>
        <w:jc w:val="center"/>
        <w:rPr>
          <w:b/>
          <w:bCs/>
          <w:kern w:val="1"/>
          <w:sz w:val="32"/>
          <w:szCs w:val="32"/>
          <w:lang w:eastAsia="ar-SA"/>
        </w:rPr>
      </w:pPr>
      <w:r w:rsidRPr="005323EE">
        <w:rPr>
          <w:b/>
          <w:bCs/>
          <w:kern w:val="1"/>
          <w:sz w:val="32"/>
          <w:szCs w:val="32"/>
          <w:lang w:eastAsia="ar-SA"/>
        </w:rPr>
        <w:t xml:space="preserve">ПОСТАНОВЛЕНИЕ </w:t>
      </w:r>
    </w:p>
    <w:p w:rsidR="00697662" w:rsidRPr="005323EE" w:rsidRDefault="00697662" w:rsidP="005323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17.11.2015</w:t>
      </w:r>
      <w:r>
        <w:rPr>
          <w:b/>
          <w:bCs/>
          <w:sz w:val="28"/>
          <w:szCs w:val="28"/>
        </w:rPr>
        <w:tab/>
        <w:t xml:space="preserve">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</w:t>
      </w:r>
      <w:r>
        <w:rPr>
          <w:b/>
          <w:bCs/>
          <w:sz w:val="28"/>
          <w:szCs w:val="28"/>
        </w:rPr>
        <w:tab/>
        <w:t>№  102</w:t>
      </w:r>
    </w:p>
    <w:p w:rsidR="00697662" w:rsidRPr="005323EE" w:rsidRDefault="00697662" w:rsidP="005323EE">
      <w:pPr>
        <w:jc w:val="center"/>
      </w:pPr>
      <w:r w:rsidRPr="005323EE">
        <w:t>ст-ца Надежная</w:t>
      </w:r>
    </w:p>
    <w:p w:rsidR="00697662" w:rsidRDefault="00697662" w:rsidP="00AF0BBD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697662" w:rsidRPr="00211719" w:rsidRDefault="00697662" w:rsidP="00AF0BBD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Надежненского сельского поселения Отрадненского района от 14 февраля 2014 года №4 «Об определении минимального значения и способа расчёта расстояния от организаций и (или) объектов, до границ прилегающих территорий,на которых не допускае</w:t>
      </w:r>
      <w:r w:rsidRPr="00211719">
        <w:rPr>
          <w:b/>
          <w:bCs/>
          <w:sz w:val="28"/>
          <w:szCs w:val="28"/>
        </w:rPr>
        <w:t>тся рознична</w:t>
      </w:r>
      <w:r>
        <w:rPr>
          <w:b/>
          <w:bCs/>
          <w:sz w:val="28"/>
          <w:szCs w:val="28"/>
        </w:rPr>
        <w:t>я продажа алкогольной продукции на территории Надежненского сельского поселенияОтрадненского района»</w:t>
      </w:r>
    </w:p>
    <w:p w:rsidR="00697662" w:rsidRDefault="00697662" w:rsidP="005F5DF6">
      <w:pPr>
        <w:spacing w:before="100" w:beforeAutospacing="1" w:after="100" w:afterAutospacing="1"/>
        <w:jc w:val="both"/>
        <w:rPr>
          <w:sz w:val="28"/>
          <w:szCs w:val="28"/>
        </w:rPr>
      </w:pPr>
      <w:r w:rsidRPr="00614385">
        <w:rPr>
          <w:sz w:val="28"/>
          <w:szCs w:val="28"/>
        </w:rPr>
        <w:t> На основании письма главы администрации (губернатора)</w:t>
      </w:r>
      <w:r>
        <w:rPr>
          <w:sz w:val="28"/>
          <w:szCs w:val="28"/>
        </w:rPr>
        <w:t xml:space="preserve"> Краснодарского края от 27 октября 2015 года № 01-678/15-08 «Об определении границ» и в целях</w:t>
      </w:r>
      <w:r w:rsidRPr="00A31591">
        <w:rPr>
          <w:sz w:val="28"/>
          <w:szCs w:val="28"/>
        </w:rPr>
        <w:t xml:space="preserve"> реализации статьи 16 Федерального закона от 22 ноября 1995 года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</w:t>
      </w:r>
      <w:r>
        <w:rPr>
          <w:sz w:val="28"/>
          <w:szCs w:val="28"/>
        </w:rPr>
        <w:t>на территории Надежненского сельского поселения Отрадненского района</w:t>
      </w:r>
      <w:r w:rsidRPr="00A31591">
        <w:rPr>
          <w:sz w:val="28"/>
          <w:szCs w:val="28"/>
        </w:rPr>
        <w:t xml:space="preserve">, </w:t>
      </w:r>
      <w:r w:rsidRPr="0096415D">
        <w:rPr>
          <w:sz w:val="28"/>
          <w:szCs w:val="28"/>
        </w:rPr>
        <w:t> </w:t>
      </w:r>
      <w:r>
        <w:rPr>
          <w:sz w:val="28"/>
          <w:szCs w:val="28"/>
        </w:rPr>
        <w:t>п о с т а н о в л я ю</w:t>
      </w:r>
      <w:r w:rsidRPr="0096415D">
        <w:rPr>
          <w:sz w:val="28"/>
          <w:szCs w:val="28"/>
        </w:rPr>
        <w:t>:</w:t>
      </w:r>
    </w:p>
    <w:p w:rsidR="00697662" w:rsidRDefault="00697662" w:rsidP="007122D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Надежненского сельского поселения Отрадненского района от 14 февраля 2014 года № 4 </w:t>
      </w:r>
      <w:r w:rsidRPr="007122D7">
        <w:rPr>
          <w:sz w:val="28"/>
          <w:szCs w:val="28"/>
        </w:rPr>
        <w:t>«Об определении минимального значения и способа расчёта расстояния от организаций и (или) объектов, до границ прилегающих территорий, на которых не допускается розничная продажа алкогольной продукции на террито</w:t>
      </w:r>
      <w:r>
        <w:rPr>
          <w:sz w:val="28"/>
          <w:szCs w:val="28"/>
        </w:rPr>
        <w:t>рии Наде</w:t>
      </w:r>
      <w:r w:rsidRPr="007122D7">
        <w:rPr>
          <w:sz w:val="28"/>
          <w:szCs w:val="28"/>
        </w:rPr>
        <w:t>жненского сельского поселения Отрадненского района»</w:t>
      </w:r>
      <w:r>
        <w:rPr>
          <w:sz w:val="28"/>
          <w:szCs w:val="28"/>
        </w:rPr>
        <w:t xml:space="preserve">следующие изменения: </w:t>
      </w:r>
    </w:p>
    <w:p w:rsidR="00697662" w:rsidRDefault="00697662" w:rsidP="005F5D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A1DD0">
        <w:rPr>
          <w:sz w:val="28"/>
          <w:szCs w:val="28"/>
        </w:rPr>
        <w:t xml:space="preserve">подпункт 1пункта </w:t>
      </w:r>
      <w:r>
        <w:rPr>
          <w:sz w:val="28"/>
          <w:szCs w:val="28"/>
        </w:rPr>
        <w:t>2</w:t>
      </w:r>
      <w:r w:rsidRPr="003A1DD0">
        <w:rPr>
          <w:sz w:val="28"/>
          <w:szCs w:val="28"/>
        </w:rPr>
        <w:t xml:space="preserve"> изложить в следующей редакции:</w:t>
      </w:r>
    </w:p>
    <w:p w:rsidR="00697662" w:rsidRPr="003A1DD0" w:rsidRDefault="00697662" w:rsidP="005F5D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«1) к детским и образовательным организациям и объектам спорта –  250 метров».</w:t>
      </w:r>
    </w:p>
    <w:p w:rsidR="00697662" w:rsidRPr="005323EE" w:rsidRDefault="00697662" w:rsidP="005F5DF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Определить способ расчёта минимального расстояния </w:t>
      </w:r>
      <w:r w:rsidRPr="00AF5CD7">
        <w:rPr>
          <w:sz w:val="28"/>
          <w:szCs w:val="28"/>
        </w:rPr>
        <w:t>от организаций и (или) объектов, до границ прилегающих территорий, на которых не допускается рознична</w:t>
      </w:r>
      <w:r>
        <w:rPr>
          <w:sz w:val="28"/>
          <w:szCs w:val="28"/>
        </w:rPr>
        <w:t xml:space="preserve">я продажа алкогольной продукции -  </w:t>
      </w:r>
      <w:r w:rsidRPr="005323EE">
        <w:rPr>
          <w:sz w:val="28"/>
          <w:szCs w:val="28"/>
        </w:rPr>
        <w:t xml:space="preserve">по прямой линии: </w:t>
      </w:r>
    </w:p>
    <w:p w:rsidR="00697662" w:rsidRDefault="00697662" w:rsidP="005F5D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при наличии обособленной территории – от входа для посетителей на обособленную территорию до ближайшего входа для посетителей в стационарный торговый объект;</w:t>
      </w:r>
    </w:p>
    <w:p w:rsidR="00697662" w:rsidRDefault="00697662" w:rsidP="005F5D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при отсутствии обособленной территории – от входа для посетителей в здание (строение, сооружение),  в котором расположены организации, до ближайшего входа для посетителей в стационарный торговый объект.</w:t>
      </w:r>
    </w:p>
    <w:p w:rsidR="00697662" w:rsidRPr="005F067E" w:rsidRDefault="00697662" w:rsidP="005F5DF6">
      <w:pPr>
        <w:jc w:val="both"/>
        <w:rPr>
          <w:sz w:val="28"/>
          <w:szCs w:val="28"/>
        </w:rPr>
      </w:pPr>
      <w:r w:rsidRPr="0096415D">
        <w:rPr>
          <w:sz w:val="28"/>
          <w:szCs w:val="28"/>
        </w:rPr>
        <w:t>    </w:t>
      </w:r>
    </w:p>
    <w:p w:rsidR="00697662" w:rsidRDefault="00697662" w:rsidP="005F5DF6">
      <w:pPr>
        <w:jc w:val="both"/>
        <w:rPr>
          <w:sz w:val="28"/>
          <w:szCs w:val="28"/>
        </w:rPr>
      </w:pPr>
      <w:r w:rsidRPr="005F067E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5F067E">
        <w:rPr>
          <w:sz w:val="28"/>
          <w:szCs w:val="28"/>
        </w:rPr>
        <w:t xml:space="preserve">.Настоящее постановление вступает в силу со дня его </w:t>
      </w:r>
      <w:r>
        <w:rPr>
          <w:sz w:val="28"/>
          <w:szCs w:val="28"/>
        </w:rPr>
        <w:t>подписания.</w:t>
      </w:r>
    </w:p>
    <w:p w:rsidR="00697662" w:rsidRDefault="00697662" w:rsidP="005F5DF6">
      <w:pPr>
        <w:jc w:val="both"/>
        <w:rPr>
          <w:sz w:val="28"/>
          <w:szCs w:val="28"/>
        </w:rPr>
      </w:pPr>
    </w:p>
    <w:p w:rsidR="00697662" w:rsidRPr="005F067E" w:rsidRDefault="00697662" w:rsidP="005F5D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F067E">
        <w:rPr>
          <w:sz w:val="28"/>
          <w:szCs w:val="28"/>
        </w:rPr>
        <w:t>Контроль</w:t>
      </w:r>
      <w:r>
        <w:rPr>
          <w:sz w:val="28"/>
          <w:szCs w:val="28"/>
        </w:rPr>
        <w:t>за</w:t>
      </w:r>
      <w:r w:rsidRPr="005F067E">
        <w:rPr>
          <w:sz w:val="28"/>
          <w:szCs w:val="28"/>
        </w:rPr>
        <w:t>выполнением настоящего постановления оставляю за собой.</w:t>
      </w:r>
    </w:p>
    <w:p w:rsidR="00697662" w:rsidRDefault="00697662" w:rsidP="00435388">
      <w:pPr>
        <w:jc w:val="both"/>
        <w:rPr>
          <w:sz w:val="28"/>
          <w:szCs w:val="28"/>
        </w:rPr>
      </w:pPr>
    </w:p>
    <w:p w:rsidR="00697662" w:rsidRDefault="00697662" w:rsidP="00435388">
      <w:pPr>
        <w:jc w:val="both"/>
        <w:rPr>
          <w:sz w:val="28"/>
          <w:szCs w:val="28"/>
        </w:rPr>
      </w:pPr>
    </w:p>
    <w:p w:rsidR="00697662" w:rsidRPr="005323EE" w:rsidRDefault="00697662" w:rsidP="005323EE">
      <w:pPr>
        <w:jc w:val="both"/>
        <w:rPr>
          <w:sz w:val="28"/>
          <w:szCs w:val="28"/>
        </w:rPr>
      </w:pPr>
      <w:r w:rsidRPr="005323EE">
        <w:rPr>
          <w:kern w:val="1"/>
          <w:sz w:val="28"/>
          <w:szCs w:val="28"/>
          <w:lang w:eastAsia="ar-SA"/>
        </w:rPr>
        <w:t>Глава Надежненского сельского</w:t>
      </w:r>
    </w:p>
    <w:p w:rsidR="00697662" w:rsidRPr="00BC633B" w:rsidRDefault="00697662" w:rsidP="005323EE">
      <w:pPr>
        <w:suppressAutoHyphens/>
        <w:rPr>
          <w:kern w:val="1"/>
          <w:sz w:val="28"/>
          <w:szCs w:val="28"/>
          <w:lang w:eastAsia="ar-SA"/>
        </w:rPr>
      </w:pPr>
      <w:r w:rsidRPr="00BC633B">
        <w:rPr>
          <w:kern w:val="1"/>
          <w:sz w:val="28"/>
          <w:szCs w:val="28"/>
          <w:lang w:eastAsia="ar-SA"/>
        </w:rPr>
        <w:t>поселения Отрадненского района</w:t>
      </w:r>
      <w:r w:rsidRPr="00BC633B">
        <w:rPr>
          <w:kern w:val="1"/>
          <w:sz w:val="28"/>
          <w:szCs w:val="28"/>
          <w:lang w:eastAsia="ar-SA"/>
        </w:rPr>
        <w:tab/>
      </w:r>
      <w:r w:rsidRPr="00BC633B">
        <w:rPr>
          <w:kern w:val="1"/>
          <w:sz w:val="28"/>
          <w:szCs w:val="28"/>
          <w:lang w:eastAsia="ar-SA"/>
        </w:rPr>
        <w:tab/>
      </w:r>
      <w:r w:rsidRPr="00BC633B">
        <w:rPr>
          <w:kern w:val="1"/>
          <w:sz w:val="28"/>
          <w:szCs w:val="28"/>
          <w:lang w:eastAsia="ar-SA"/>
        </w:rPr>
        <w:tab/>
      </w:r>
      <w:r w:rsidRPr="00BC633B">
        <w:rPr>
          <w:kern w:val="1"/>
          <w:sz w:val="28"/>
          <w:szCs w:val="28"/>
          <w:lang w:eastAsia="ar-SA"/>
        </w:rPr>
        <w:tab/>
      </w:r>
      <w:r w:rsidRPr="00BC633B">
        <w:rPr>
          <w:kern w:val="1"/>
          <w:sz w:val="28"/>
          <w:szCs w:val="28"/>
          <w:lang w:eastAsia="ar-SA"/>
        </w:rPr>
        <w:tab/>
        <w:t xml:space="preserve">       А.И.Воробьев</w:t>
      </w:r>
    </w:p>
    <w:p w:rsidR="00697662" w:rsidRPr="00BC633B" w:rsidRDefault="00697662" w:rsidP="0096415D">
      <w:pPr>
        <w:rPr>
          <w:sz w:val="28"/>
          <w:szCs w:val="28"/>
        </w:rPr>
      </w:pPr>
      <w:r w:rsidRPr="00BC633B">
        <w:rPr>
          <w:sz w:val="28"/>
          <w:szCs w:val="28"/>
        </w:rPr>
        <w:t xml:space="preserve">                                                                                            </w:t>
      </w:r>
    </w:p>
    <w:p w:rsidR="00697662" w:rsidRPr="00BC633B" w:rsidRDefault="00697662" w:rsidP="0096415D">
      <w:pPr>
        <w:rPr>
          <w:sz w:val="28"/>
          <w:szCs w:val="28"/>
        </w:rPr>
      </w:pPr>
    </w:p>
    <w:p w:rsidR="00697662" w:rsidRPr="00BC633B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p w:rsidR="00697662" w:rsidRDefault="00697662" w:rsidP="0096415D">
      <w:pPr>
        <w:rPr>
          <w:sz w:val="28"/>
          <w:szCs w:val="28"/>
        </w:rPr>
      </w:pPr>
    </w:p>
    <w:sectPr w:rsidR="00697662" w:rsidSect="002A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5A2"/>
    <w:rsid w:val="00030B41"/>
    <w:rsid w:val="00033603"/>
    <w:rsid w:val="000855C8"/>
    <w:rsid w:val="00101CC4"/>
    <w:rsid w:val="00111099"/>
    <w:rsid w:val="001479FC"/>
    <w:rsid w:val="001611AE"/>
    <w:rsid w:val="001B5884"/>
    <w:rsid w:val="00211719"/>
    <w:rsid w:val="00235CD1"/>
    <w:rsid w:val="00250449"/>
    <w:rsid w:val="002545A2"/>
    <w:rsid w:val="00274B0A"/>
    <w:rsid w:val="002A5BB2"/>
    <w:rsid w:val="002D01C6"/>
    <w:rsid w:val="002D2C99"/>
    <w:rsid w:val="0031148D"/>
    <w:rsid w:val="00342687"/>
    <w:rsid w:val="003A1DD0"/>
    <w:rsid w:val="003E3BEC"/>
    <w:rsid w:val="00435388"/>
    <w:rsid w:val="00435513"/>
    <w:rsid w:val="00435796"/>
    <w:rsid w:val="00436AB5"/>
    <w:rsid w:val="00443CB2"/>
    <w:rsid w:val="00445B2B"/>
    <w:rsid w:val="00461B70"/>
    <w:rsid w:val="004819B7"/>
    <w:rsid w:val="00484AE5"/>
    <w:rsid w:val="00494920"/>
    <w:rsid w:val="005323EE"/>
    <w:rsid w:val="00586DD6"/>
    <w:rsid w:val="005B5739"/>
    <w:rsid w:val="005C4B61"/>
    <w:rsid w:val="005D5C31"/>
    <w:rsid w:val="005F067E"/>
    <w:rsid w:val="005F5DF6"/>
    <w:rsid w:val="00613F4B"/>
    <w:rsid w:val="00614385"/>
    <w:rsid w:val="006279A1"/>
    <w:rsid w:val="006348EF"/>
    <w:rsid w:val="006367E4"/>
    <w:rsid w:val="00650F4F"/>
    <w:rsid w:val="0066097A"/>
    <w:rsid w:val="00661F8E"/>
    <w:rsid w:val="0066464F"/>
    <w:rsid w:val="00675EDD"/>
    <w:rsid w:val="00697662"/>
    <w:rsid w:val="00705F89"/>
    <w:rsid w:val="007122D7"/>
    <w:rsid w:val="0075423E"/>
    <w:rsid w:val="00767E9F"/>
    <w:rsid w:val="00781028"/>
    <w:rsid w:val="007841D0"/>
    <w:rsid w:val="007A494E"/>
    <w:rsid w:val="007D03AC"/>
    <w:rsid w:val="007F2CCE"/>
    <w:rsid w:val="00815B10"/>
    <w:rsid w:val="0082387E"/>
    <w:rsid w:val="008B656D"/>
    <w:rsid w:val="008C7FA3"/>
    <w:rsid w:val="009018FB"/>
    <w:rsid w:val="00905451"/>
    <w:rsid w:val="00913241"/>
    <w:rsid w:val="0096415D"/>
    <w:rsid w:val="00993327"/>
    <w:rsid w:val="009A1496"/>
    <w:rsid w:val="009C6356"/>
    <w:rsid w:val="009D0EEC"/>
    <w:rsid w:val="00A31591"/>
    <w:rsid w:val="00A50841"/>
    <w:rsid w:val="00A90697"/>
    <w:rsid w:val="00AA3DDF"/>
    <w:rsid w:val="00AB7785"/>
    <w:rsid w:val="00AD4B7A"/>
    <w:rsid w:val="00AD59D2"/>
    <w:rsid w:val="00AF0BBD"/>
    <w:rsid w:val="00AF5CD7"/>
    <w:rsid w:val="00B31284"/>
    <w:rsid w:val="00B424C6"/>
    <w:rsid w:val="00B46527"/>
    <w:rsid w:val="00B74BBE"/>
    <w:rsid w:val="00B757A8"/>
    <w:rsid w:val="00BA1DDA"/>
    <w:rsid w:val="00BB1248"/>
    <w:rsid w:val="00BC633B"/>
    <w:rsid w:val="00BF2C0D"/>
    <w:rsid w:val="00C3490E"/>
    <w:rsid w:val="00C50F72"/>
    <w:rsid w:val="00C556AE"/>
    <w:rsid w:val="00C763CA"/>
    <w:rsid w:val="00C84BE8"/>
    <w:rsid w:val="00CB1FEB"/>
    <w:rsid w:val="00CD465E"/>
    <w:rsid w:val="00D60E67"/>
    <w:rsid w:val="00D65AF2"/>
    <w:rsid w:val="00D72DE6"/>
    <w:rsid w:val="00DB7095"/>
    <w:rsid w:val="00DD460C"/>
    <w:rsid w:val="00E0348F"/>
    <w:rsid w:val="00E075BD"/>
    <w:rsid w:val="00E304BE"/>
    <w:rsid w:val="00E468AE"/>
    <w:rsid w:val="00E6333F"/>
    <w:rsid w:val="00E652A6"/>
    <w:rsid w:val="00E725AE"/>
    <w:rsid w:val="00E832FB"/>
    <w:rsid w:val="00E90C87"/>
    <w:rsid w:val="00EA22C6"/>
    <w:rsid w:val="00EA3CCA"/>
    <w:rsid w:val="00EB26C9"/>
    <w:rsid w:val="00ED3776"/>
    <w:rsid w:val="00ED5E65"/>
    <w:rsid w:val="00EF5862"/>
    <w:rsid w:val="00F04E5E"/>
    <w:rsid w:val="00F433A9"/>
    <w:rsid w:val="00F442AA"/>
    <w:rsid w:val="00F74F2D"/>
    <w:rsid w:val="00F77DE9"/>
    <w:rsid w:val="00F94712"/>
    <w:rsid w:val="00FA7610"/>
    <w:rsid w:val="00FB2F7C"/>
    <w:rsid w:val="00FC620D"/>
    <w:rsid w:val="00FE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BB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415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7D03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415D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D03AC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rsid w:val="007D03AC"/>
    <w:pPr>
      <w:spacing w:before="100" w:beforeAutospacing="1" w:after="100" w:afterAutospacing="1"/>
    </w:pPr>
  </w:style>
  <w:style w:type="paragraph" w:customStyle="1" w:styleId="fr1">
    <w:name w:val="fr1"/>
    <w:basedOn w:val="Normal"/>
    <w:uiPriority w:val="99"/>
    <w:rsid w:val="0096415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96415D"/>
    <w:rPr>
      <w:b/>
      <w:bCs/>
    </w:rPr>
  </w:style>
  <w:style w:type="character" w:styleId="Hyperlink">
    <w:name w:val="Hyperlink"/>
    <w:basedOn w:val="DefaultParagraphFont"/>
    <w:uiPriority w:val="99"/>
    <w:rsid w:val="0096415D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96415D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6415D"/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96415D"/>
    <w:pPr>
      <w:ind w:left="720"/>
    </w:pPr>
  </w:style>
  <w:style w:type="paragraph" w:customStyle="1" w:styleId="a">
    <w:name w:val="обычный_ Знак Знак Знак"/>
    <w:basedOn w:val="Normal"/>
    <w:autoRedefine/>
    <w:uiPriority w:val="99"/>
    <w:rsid w:val="00B31284"/>
    <w:pPr>
      <w:widowControl w:val="0"/>
      <w:jc w:val="both"/>
    </w:pPr>
    <w:rPr>
      <w:sz w:val="28"/>
      <w:szCs w:val="28"/>
      <w:lang w:eastAsia="en-US"/>
    </w:rPr>
  </w:style>
  <w:style w:type="table" w:styleId="TableGrid">
    <w:name w:val="Table Grid"/>
    <w:basedOn w:val="TableNormal"/>
    <w:uiPriority w:val="99"/>
    <w:locked/>
    <w:rsid w:val="0034268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A3D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3D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379</Words>
  <Characters>2164</Characters>
  <Application>Microsoft Office Outlook</Application>
  <DocSecurity>0</DocSecurity>
  <Lines>0</Lines>
  <Paragraphs>0</Paragraphs>
  <ScaleCrop>false</ScaleCrop>
  <Company>ADMSPOKOYNAYA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3</cp:revision>
  <cp:lastPrinted>2015-11-26T08:31:00Z</cp:lastPrinted>
  <dcterms:created xsi:type="dcterms:W3CDTF">2015-11-26T08:40:00Z</dcterms:created>
  <dcterms:modified xsi:type="dcterms:W3CDTF">2016-03-31T08:33:00Z</dcterms:modified>
</cp:coreProperties>
</file>